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B11584">
        <w:rPr>
          <w:rFonts w:asciiTheme="minorHAnsi" w:hAnsiTheme="minorHAnsi" w:cs="Tahoma"/>
          <w:b/>
          <w:sz w:val="22"/>
          <w:szCs w:val="22"/>
        </w:rPr>
        <w:t>7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ke smluvním podmínkám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  <w:r w:rsidRPr="00B10E0D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Pr="00F457E5" w:rsidRDefault="00B10E0D" w:rsidP="00B10E0D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B10E0D" w:rsidRPr="00F457E5" w:rsidTr="00821F03">
        <w:tc>
          <w:tcPr>
            <w:tcW w:w="2772" w:type="dxa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F457E5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B11584" w:rsidRPr="00B11584" w:rsidRDefault="00B11584" w:rsidP="00B11584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1158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Zajištění malířských a natěračských prací pro společnost </w:t>
            </w:r>
          </w:p>
          <w:p w:rsidR="00B10E0D" w:rsidRPr="00F457E5" w:rsidRDefault="00B11584" w:rsidP="00B11584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1158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  <w:r w:rsidRPr="00B1158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- Pardubická nemocnice</w:t>
            </w:r>
          </w:p>
        </w:tc>
      </w:tr>
      <w:tr w:rsidR="00B10E0D" w:rsidRPr="00F457E5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B10E0D" w:rsidRPr="00F457E5" w:rsidTr="00821F03">
        <w:tc>
          <w:tcPr>
            <w:tcW w:w="2772" w:type="dxa"/>
            <w:vMerge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B10E0D" w:rsidRPr="00F457E5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B10E0D" w:rsidRPr="00F457E5" w:rsidTr="00B10E0D">
        <w:trPr>
          <w:trHeight w:val="20"/>
        </w:trPr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Del="001A748D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B10E0D" w:rsidRPr="00F457E5" w:rsidDel="001A748D" w:rsidTr="00B10E0D">
        <w:tc>
          <w:tcPr>
            <w:tcW w:w="2772" w:type="dxa"/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000000"/>
            </w:tcBorders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auto"/>
            </w:tcBorders>
            <w:shd w:val="clear" w:color="auto" w:fill="FFFFFF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B10E0D" w:rsidRPr="00F457E5" w:rsidRDefault="00B10E0D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2356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B11584" w:rsidRPr="00B11584" w:rsidRDefault="00585DA7" w:rsidP="00B11584">
      <w:pPr>
        <w:tabs>
          <w:tab w:val="left" w:pos="0"/>
        </w:tabs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výběrového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B11584" w:rsidRPr="00B11584">
        <w:rPr>
          <w:rFonts w:asciiTheme="minorHAnsi" w:hAnsiTheme="minorHAnsi" w:cs="Calibri"/>
          <w:b/>
          <w:bCs/>
          <w:sz w:val="22"/>
          <w:szCs w:val="22"/>
        </w:rPr>
        <w:t xml:space="preserve">Zajištění malířských a natěračských prací pro společnost </w:t>
      </w:r>
    </w:p>
    <w:p w:rsidR="003F083A" w:rsidRPr="00F457E5" w:rsidRDefault="00B11584" w:rsidP="00B11584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11584">
        <w:rPr>
          <w:rFonts w:asciiTheme="minorHAnsi" w:hAnsiTheme="minorHAnsi" w:cs="Calibri"/>
          <w:b/>
          <w:bCs/>
          <w:sz w:val="22"/>
          <w:szCs w:val="22"/>
        </w:rPr>
        <w:t>Nemocnice Pardubického kraje, a.s. - Pardubická nemocnice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ouvy o dílo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DA70CD">
        <w:rPr>
          <w:rFonts w:asciiTheme="minorHAnsi" w:hAnsiTheme="minorHAnsi" w:cs="Arial"/>
          <w:color w:val="000000" w:themeColor="text1"/>
          <w:sz w:val="22"/>
          <w:szCs w:val="22"/>
        </w:rPr>
        <w:t>3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>-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Smlouva o dílo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B10E0D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  <w:bookmarkStart w:id="0" w:name="_GoBack"/>
      <w:bookmarkEnd w:id="0"/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F457E5">
        <w:rPr>
          <w:rFonts w:asciiTheme="minorHAnsi" w:hAnsiTheme="minorHAnsi" w:cs="Arial"/>
          <w:sz w:val="22"/>
          <w:szCs w:val="22"/>
        </w:rPr>
        <w:t xml:space="preserve"> </w:t>
      </w:r>
      <w:r w:rsidRPr="00F457E5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>Podpis</w:t>
      </w:r>
      <w:r w:rsidR="00A80032" w:rsidRPr="00F457E5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F457E5">
        <w:rPr>
          <w:rFonts w:asciiTheme="minorHAnsi" w:hAnsiTheme="minorHAnsi" w:cs="Arial"/>
          <w:sz w:val="22"/>
          <w:szCs w:val="22"/>
        </w:rPr>
        <w:t>:</w:t>
      </w:r>
      <w:r w:rsidR="008D2666" w:rsidRPr="00F457E5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B10E0D">
      <w:type w:val="continuous"/>
      <w:pgSz w:w="11906" w:h="16838" w:code="9"/>
      <w:pgMar w:top="720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1584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7DB269-96A4-44C4-8846-46FA82A1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5B102-63FE-4120-B983-CA2955EF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24</TotalTime>
  <Pages>1</Pages>
  <Words>186</Words>
  <Characters>1305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19</cp:revision>
  <cp:lastPrinted>2018-11-08T12:12:00Z</cp:lastPrinted>
  <dcterms:created xsi:type="dcterms:W3CDTF">2018-10-15T07:40:00Z</dcterms:created>
  <dcterms:modified xsi:type="dcterms:W3CDTF">2019-07-31T05:38:00Z</dcterms:modified>
</cp:coreProperties>
</file>